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291C" w14:textId="6E45612A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1271E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271EF">
        <w:rPr>
          <w:rFonts w:ascii="Corbel" w:hAnsi="Corbel"/>
          <w:bCs/>
          <w:i/>
        </w:rPr>
        <w:t>23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FFB50C" w14:textId="77777777" w:rsidR="00ED538B" w:rsidRDefault="0071620A" w:rsidP="00ED538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D538B">
        <w:rPr>
          <w:rFonts w:ascii="Corbel" w:hAnsi="Corbel"/>
          <w:i/>
          <w:smallCaps/>
          <w:sz w:val="24"/>
          <w:szCs w:val="24"/>
        </w:rPr>
        <w:t>2024-2027</w:t>
      </w:r>
    </w:p>
    <w:p w14:paraId="6A85E588" w14:textId="5F3F8C8C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1C7C613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86D3F">
        <w:rPr>
          <w:rFonts w:ascii="Corbel" w:hAnsi="Corbel"/>
          <w:sz w:val="20"/>
          <w:szCs w:val="20"/>
        </w:rPr>
        <w:t>202</w:t>
      </w:r>
      <w:r w:rsidR="00ED538B">
        <w:rPr>
          <w:rFonts w:ascii="Corbel" w:hAnsi="Corbel"/>
          <w:sz w:val="20"/>
          <w:szCs w:val="20"/>
        </w:rPr>
        <w:t>4</w:t>
      </w:r>
      <w:r w:rsidR="00E86D3F">
        <w:rPr>
          <w:rFonts w:ascii="Corbel" w:hAnsi="Corbel"/>
          <w:sz w:val="20"/>
          <w:szCs w:val="20"/>
        </w:rPr>
        <w:t>/202</w:t>
      </w:r>
      <w:r w:rsidR="00ED538B">
        <w:rPr>
          <w:rFonts w:ascii="Corbel" w:hAnsi="Corbel"/>
          <w:sz w:val="20"/>
          <w:szCs w:val="20"/>
        </w:rPr>
        <w:t>5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18E17697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 z retoryką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10128A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0C776A6D" w:rsidR="0085747A" w:rsidRPr="009C54AE" w:rsidRDefault="005640F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7AFA1863" w:rsidR="0085747A" w:rsidRPr="009C54AE" w:rsidRDefault="00CB34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2238E01A" w:rsidR="0085747A" w:rsidRPr="009C54AE" w:rsidRDefault="00CB34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9F1AEEB" w:rsidR="0085747A" w:rsidRPr="009C54AE" w:rsidRDefault="00210340" w:rsidP="00210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58B0ACD5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08AB0C18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14E3F92" w:rsidR="0085747A" w:rsidRPr="009C54AE" w:rsidRDefault="00542E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F9144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5FD872C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7EB3789" w:rsidR="0085747A" w:rsidRPr="009C54AE" w:rsidRDefault="00ED47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F8AC4F1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74653F6B" w:rsidR="0085747A" w:rsidRPr="009C54AE" w:rsidRDefault="00323649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1FDA886A" w:rsidR="0085747A" w:rsidRPr="009C54AE" w:rsidRDefault="0085747A" w:rsidP="001412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3EC5F715" w:rsidR="00015B8F" w:rsidRPr="009C54AE" w:rsidRDefault="008627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063F858D" w:rsidR="0085747A" w:rsidRPr="00CE1005" w:rsidRDefault="00862732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489F01D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4DFB865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1135FC5" w:rsidR="0085747A" w:rsidRPr="009C54AE" w:rsidRDefault="00075A0A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64719FE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  <w:r w:rsidR="00323649">
              <w:rPr>
                <w:rFonts w:ascii="Corbel" w:hAnsi="Corbel" w:cstheme="minorHAnsi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B3EE0E8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dydaktyczno-wychowawczym</w:t>
            </w:r>
            <w:r w:rsidR="00323649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4FA677F0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5D9D525" w14:textId="06629B5A" w:rsidR="005E2D52" w:rsidRPr="009C54AE" w:rsidRDefault="005E2D5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16D2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AB16D2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AB16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AB16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484A" w:rsidRPr="009C54AE" w14:paraId="516B3994" w14:textId="77777777" w:rsidTr="00F3370B">
        <w:tc>
          <w:tcPr>
            <w:tcW w:w="1021" w:type="dxa"/>
          </w:tcPr>
          <w:p w14:paraId="3A2183F9" w14:textId="5ADD0FD0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676452A7" w:rsidR="004F484A" w:rsidRPr="00F62AFF" w:rsidRDefault="004E2B24" w:rsidP="00284CA4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opisze podstawowe zagadnienia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z za</w:t>
            </w:r>
            <w:r w:rsidR="004F484A">
              <w:rPr>
                <w:rFonts w:ascii="Corbel" w:hAnsi="Corbel"/>
                <w:sz w:val="24"/>
                <w:szCs w:val="24"/>
              </w:rPr>
              <w:t>kresu higieny głosu, prawidłowej emisji i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odpowiedniej retoryki</w:t>
            </w:r>
            <w:r w:rsidR="00323649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0BA198AF" w14:textId="69C322BC" w:rsidR="004F484A" w:rsidRPr="009C54AE" w:rsidRDefault="004F484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F484A" w:rsidRPr="009C54AE" w14:paraId="2FD343A7" w14:textId="77777777" w:rsidTr="00F3370B">
        <w:tc>
          <w:tcPr>
            <w:tcW w:w="1021" w:type="dxa"/>
          </w:tcPr>
          <w:p w14:paraId="14DCE06C" w14:textId="0B8589DA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7175313B" w:rsidR="004F484A" w:rsidRPr="007C235F" w:rsidRDefault="00323649" w:rsidP="007C23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F484A">
              <w:rPr>
                <w:rFonts w:ascii="Corbel" w:hAnsi="Corbel"/>
                <w:sz w:val="24"/>
                <w:szCs w:val="24"/>
              </w:rPr>
              <w:t>mówi zasady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prawidłoweg</w:t>
            </w:r>
            <w:r w:rsidR="004F484A">
              <w:rPr>
                <w:rFonts w:ascii="Corbel" w:hAnsi="Corbel"/>
                <w:sz w:val="24"/>
                <w:szCs w:val="24"/>
              </w:rPr>
              <w:t>o funkcjonowania narządu głosu, sprawnego mówienia i śpiewania oraz zna i rozumie specyfikę głosu dzieci i uczniów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53459789" w14:textId="025A8B88" w:rsidR="004F484A" w:rsidRPr="007C235F" w:rsidRDefault="004F484A" w:rsidP="007C235F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4F484A" w:rsidRPr="009C54AE" w14:paraId="4F246620" w14:textId="77777777" w:rsidTr="00F3370B">
        <w:tc>
          <w:tcPr>
            <w:tcW w:w="1021" w:type="dxa"/>
          </w:tcPr>
          <w:p w14:paraId="255FE3AE" w14:textId="445A285D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6190EFB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formy ekspresji wypowiedzi i zasady poprawnej polszczyzny (kultury języka, dykcji)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dokonuje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analizy własnych działań na rzecz poprawności językowej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3ED6BD2E" w14:textId="5AE67834" w:rsidR="004F484A" w:rsidRPr="00F3370B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4F484A" w:rsidRPr="009C54AE" w14:paraId="751B13D8" w14:textId="77777777" w:rsidTr="00F3370B">
        <w:tc>
          <w:tcPr>
            <w:tcW w:w="1021" w:type="dxa"/>
          </w:tcPr>
          <w:p w14:paraId="281D8BEB" w14:textId="1359A7DF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34" w:type="dxa"/>
          </w:tcPr>
          <w:p w14:paraId="108D8799" w14:textId="264CA4D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swojej wiedzy 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zakresie 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efektywnego wykorzystania swojego głosu oraz wiadomości z retoryki dla budowani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97A82A" w14:textId="43184583" w:rsidR="004F484A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2BE2B4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45A4CCC9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CFAA131" w:rsidR="009A23C8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oddechowego – fizjologia i anatomia głosu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2F947FF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dotyczące higieny głosu przy wykorzystaniu go w celu mówienia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60C37491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EEB582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emisyjne pobudzające prawidłowy oddech przeponowy (apoggio),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760BA150" w:rsidR="007C235F" w:rsidRPr="007C235F" w:rsidRDefault="00654B9E" w:rsidP="00654B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6F55469D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prawidłowej dykcji</w:t>
            </w:r>
          </w:p>
          <w:p w14:paraId="3582EE6C" w14:textId="664A9D12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lastRenderedPageBreak/>
              <w:t>samogłoski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54B9E">
              <w:rPr>
                <w:rFonts w:ascii="Corbel" w:hAnsi="Corbel"/>
                <w:sz w:val="24"/>
                <w:szCs w:val="24"/>
              </w:rPr>
              <w:t>podziały, charakterystyka,</w:t>
            </w:r>
          </w:p>
          <w:p w14:paraId="7B016299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spółgłoski – podziały, charakterystyka,</w:t>
            </w:r>
          </w:p>
          <w:p w14:paraId="7F307EB7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wyrazowy,</w:t>
            </w:r>
          </w:p>
          <w:p w14:paraId="027A2B58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zdaniowy,</w:t>
            </w:r>
          </w:p>
          <w:p w14:paraId="23DD81FF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praca z tekstami,</w:t>
            </w:r>
          </w:p>
          <w:p w14:paraId="246E1C25" w14:textId="2A8A5368" w:rsidR="007C235F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nauka poprawnej wymowy trudnych grup spółgłoskowych w sylabach, zdaniach i tekstach.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795435C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lastRenderedPageBreak/>
              <w:t>Sztuka autoprezentacji:</w:t>
            </w:r>
          </w:p>
          <w:p w14:paraId="1445F338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5A907A2B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73ABA0C1" w14:textId="77777777" w:rsid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5E176A0F" w14:textId="1A4303DA" w:rsidR="007C235F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323649" w:rsidRDefault="00153C41" w:rsidP="00DC49AA">
      <w:pPr>
        <w:pStyle w:val="Akapitzlist"/>
        <w:spacing w:after="0" w:line="240" w:lineRule="auto"/>
        <w:ind w:left="0"/>
        <w:rPr>
          <w:rFonts w:ascii="Corbel" w:hAnsi="Corbel"/>
          <w:b/>
          <w:bCs/>
          <w:sz w:val="24"/>
          <w:szCs w:val="24"/>
        </w:rPr>
      </w:pPr>
      <w:r w:rsidRPr="00323649">
        <w:rPr>
          <w:rFonts w:ascii="Corbel" w:hAnsi="Corbel"/>
          <w:b/>
          <w:bCs/>
          <w:sz w:val="24"/>
          <w:szCs w:val="24"/>
        </w:rPr>
        <w:t xml:space="preserve">Ćwiczenia: </w:t>
      </w:r>
      <w:r w:rsidR="009F4610" w:rsidRPr="00323649">
        <w:rPr>
          <w:rFonts w:ascii="Corbel" w:hAnsi="Corbel"/>
          <w:b/>
          <w:bCs/>
          <w:sz w:val="24"/>
          <w:szCs w:val="24"/>
        </w:rPr>
        <w:t xml:space="preserve">analiza </w:t>
      </w:r>
      <w:r w:rsidR="00923D7D" w:rsidRPr="00323649">
        <w:rPr>
          <w:rFonts w:ascii="Corbel" w:hAnsi="Corbel"/>
          <w:b/>
          <w:bCs/>
          <w:sz w:val="24"/>
          <w:szCs w:val="24"/>
        </w:rPr>
        <w:t>tekstów z dyskusją,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metoda projektów</w:t>
      </w:r>
      <w:r w:rsidR="00923D7D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00323649">
        <w:rPr>
          <w:rFonts w:ascii="Corbel" w:hAnsi="Corbel"/>
          <w:b/>
          <w:bCs/>
          <w:sz w:val="24"/>
          <w:szCs w:val="24"/>
        </w:rPr>
        <w:t>(projekt praktyczny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1718A7" w:rsidRPr="00323649">
        <w:rPr>
          <w:rFonts w:ascii="Corbel" w:hAnsi="Corbel"/>
          <w:b/>
          <w:bCs/>
          <w:sz w:val="24"/>
          <w:szCs w:val="24"/>
        </w:rPr>
        <w:t xml:space="preserve"> praca w </w:t>
      </w:r>
      <w:r w:rsidR="0085747A" w:rsidRPr="00323649">
        <w:rPr>
          <w:rFonts w:ascii="Corbel" w:hAnsi="Corbel"/>
          <w:b/>
          <w:bCs/>
          <w:sz w:val="24"/>
          <w:szCs w:val="24"/>
        </w:rPr>
        <w:t>grupach</w:t>
      </w:r>
      <w:r w:rsidR="0071620A" w:rsidRPr="00323649">
        <w:rPr>
          <w:rFonts w:ascii="Corbel" w:hAnsi="Corbel"/>
          <w:b/>
          <w:bCs/>
          <w:sz w:val="24"/>
          <w:szCs w:val="24"/>
        </w:rPr>
        <w:t xml:space="preserve"> (</w:t>
      </w:r>
      <w:r w:rsidR="0085747A" w:rsidRPr="00323649">
        <w:rPr>
          <w:rFonts w:ascii="Corbel" w:hAnsi="Corbel"/>
          <w:b/>
          <w:bCs/>
          <w:sz w:val="24"/>
          <w:szCs w:val="24"/>
        </w:rPr>
        <w:t>rozwiązywanie zadań</w:t>
      </w:r>
      <w:r w:rsidR="0071620A" w:rsidRPr="00323649">
        <w:rPr>
          <w:rFonts w:ascii="Corbel" w:hAnsi="Corbel"/>
          <w:b/>
          <w:bCs/>
          <w:sz w:val="24"/>
          <w:szCs w:val="24"/>
        </w:rPr>
        <w:t>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dyskusja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DC49AA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420B0F" w:rsidRPr="00323649">
        <w:rPr>
          <w:rFonts w:ascii="Corbel" w:hAnsi="Corbel"/>
          <w:b/>
          <w:bCs/>
          <w:sz w:val="24"/>
          <w:szCs w:val="24"/>
        </w:rPr>
        <w:t>gry dydaktyczne</w:t>
      </w:r>
      <w:r w:rsidR="00AD76AE" w:rsidRPr="00323649">
        <w:rPr>
          <w:rFonts w:ascii="Corbel" w:hAnsi="Corbel"/>
          <w:b/>
          <w:bCs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2E31A6B" w:rsidR="00DC49AA" w:rsidRPr="00DC49AA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74907CD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3708F50D" w:rsidR="00DC49AA" w:rsidRPr="009C54AE" w:rsidRDefault="00AD76AE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A0904C" w14:textId="3E42E22B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2485CE3D" w:rsidR="00DC49AA" w:rsidRPr="009C54AE" w:rsidRDefault="00075A0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  <w:r w:rsidR="004F484A">
              <w:rPr>
                <w:rFonts w:ascii="Corbel" w:hAnsi="Corbel"/>
                <w:b w:val="0"/>
                <w:szCs w:val="24"/>
              </w:rPr>
              <w:t xml:space="preserve">w trakcie zajęć, </w:t>
            </w:r>
            <w:r w:rsidR="002B0C73">
              <w:rPr>
                <w:rFonts w:ascii="Corbel" w:hAnsi="Corbel"/>
                <w:b w:val="0"/>
                <w:szCs w:val="24"/>
              </w:rPr>
              <w:t>kolokwium</w:t>
            </w:r>
            <w:r w:rsidR="004F484A">
              <w:rPr>
                <w:rFonts w:ascii="Corbel" w:hAnsi="Corbel"/>
                <w:b w:val="0"/>
                <w:szCs w:val="24"/>
              </w:rPr>
              <w:t xml:space="preserve"> ust</w:t>
            </w:r>
            <w:r>
              <w:rPr>
                <w:rFonts w:ascii="Corbel" w:hAnsi="Corbel"/>
                <w:b w:val="0"/>
                <w:szCs w:val="24"/>
              </w:rPr>
              <w:t>ne</w:t>
            </w:r>
          </w:p>
        </w:tc>
        <w:tc>
          <w:tcPr>
            <w:tcW w:w="2117" w:type="dxa"/>
          </w:tcPr>
          <w:p w14:paraId="12128CD5" w14:textId="26EB5953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87667D" w:rsidRPr="009C54AE" w14:paraId="5A68C204" w14:textId="77777777" w:rsidTr="00DC49AA">
        <w:tc>
          <w:tcPr>
            <w:tcW w:w="1962" w:type="dxa"/>
          </w:tcPr>
          <w:p w14:paraId="73912CA1" w14:textId="7FE7FD2C" w:rsidR="0087667D" w:rsidRPr="009C54AE" w:rsidRDefault="0087667D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36A1A85" w14:textId="02959618" w:rsidR="0087667D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88827B9" w14:textId="739113FC" w:rsidR="0087667D" w:rsidRPr="00A364F3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70C07490" w:rsidR="0085747A" w:rsidRPr="00AD76AE" w:rsidRDefault="00FC1E2B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prezentacji słownej na dowolnie wybrany temat społeczny i wygłoszenie jej na forum grupy ćwiczeniowej</w:t>
            </w:r>
            <w:r w:rsidR="004E2B24">
              <w:rPr>
                <w:rFonts w:ascii="Corbel" w:hAnsi="Corbel"/>
                <w:b w:val="0"/>
                <w:smallCaps w:val="0"/>
                <w:szCs w:val="24"/>
              </w:rPr>
              <w:t xml:space="preserve"> oraz przygotowanie się do zajęć.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5D1F59CB" w:rsidR="0085747A" w:rsidRPr="009C54AE" w:rsidRDefault="008627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5AA598D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605BF7">
              <w:rPr>
                <w:rFonts w:ascii="Corbel" w:hAnsi="Corbel"/>
                <w:sz w:val="24"/>
                <w:szCs w:val="24"/>
              </w:rPr>
              <w:t>:</w:t>
            </w:r>
          </w:p>
          <w:p w14:paraId="12376A6F" w14:textId="497DB772" w:rsidR="00C61DC5" w:rsidRPr="009C54AE" w:rsidRDefault="00605B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731AB2F7" w14:textId="77777777" w:rsidR="00605BF7" w:rsidRDefault="00605B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2FAD5A0" w14:textId="3597A7F1" w:rsidR="00C61DC5" w:rsidRPr="009C54AE" w:rsidRDefault="002A19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3DE56A1A" w14:textId="077DBAC9" w:rsidR="00461256" w:rsidRPr="009C54AE" w:rsidRDefault="00C61DC5" w:rsidP="004612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1256">
              <w:rPr>
                <w:rFonts w:ascii="Corbel" w:hAnsi="Corbel"/>
                <w:sz w:val="24"/>
                <w:szCs w:val="24"/>
              </w:rPr>
              <w:t>:</w:t>
            </w:r>
          </w:p>
          <w:p w14:paraId="25244D33" w14:textId="77777777" w:rsidR="00461256" w:rsidRDefault="00461256" w:rsidP="004612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</w:t>
            </w:r>
            <w:r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7CB26AA0" w14:textId="2F10FC8E" w:rsidR="00461256" w:rsidRDefault="00461256" w:rsidP="004612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-przygotowanie projektu działań praktycznych (prezentacja)</w:t>
            </w:r>
          </w:p>
          <w:p w14:paraId="28006499" w14:textId="39B59E11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58C1EF2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5A99C75" w14:textId="7FCC62CB" w:rsidR="00DC49AA" w:rsidRDefault="008627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169F4059" w14:textId="77777777" w:rsidR="00461256" w:rsidRDefault="0046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21FFC41" w14:textId="465E4501" w:rsidR="00DC49AA" w:rsidRPr="009C54AE" w:rsidRDefault="005E2D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86273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43BD05C" w14:textId="2B953CF6" w:rsidR="0085747A" w:rsidRPr="009C54AE" w:rsidRDefault="001913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A8E3F03" w14:textId="77777777" w:rsidR="00BE5B13" w:rsidRDefault="00BE5B13" w:rsidP="00BE5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14346D" w14:textId="77777777" w:rsidR="00BE5B13" w:rsidRPr="00654B9E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>Kuziak M. 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>
              <w:rPr>
                <w:rFonts w:ascii="Corbel" w:hAnsi="Corbel"/>
                <w:sz w:val="24"/>
                <w:szCs w:val="24"/>
              </w:rPr>
              <w:t>Wydawnictwo Szkolne PWN, Warszawa, Bielsko-Biała 2008.</w:t>
            </w:r>
          </w:p>
          <w:p w14:paraId="782C075F" w14:textId="77777777" w:rsidR="00BE5B13" w:rsidRPr="00C25BFA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Lachowiecki L.,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>
              <w:rPr>
                <w:rFonts w:ascii="Corbel" w:hAnsi="Corbel"/>
                <w:sz w:val="24"/>
                <w:szCs w:val="24"/>
              </w:rPr>
              <w:t>: zasady retoryki klasycznej, wyd. „Sternik”,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4C23B62E" w14:textId="77777777" w:rsidR="00BE5B13" w:rsidRPr="00C25BFA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Łastik A.,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Poznaj swój głos</w:t>
            </w:r>
            <w:r>
              <w:rPr>
                <w:rFonts w:ascii="Corbel" w:hAnsi="Corbel"/>
                <w:i/>
                <w:sz w:val="24"/>
                <w:szCs w:val="24"/>
              </w:rPr>
              <w:t>… twoje najważniejsze narzędzie pracy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wyd. „Studio EMKA”, </w:t>
            </w:r>
            <w:r>
              <w:rPr>
                <w:rFonts w:ascii="Corbel" w:hAnsi="Corbel"/>
                <w:sz w:val="24"/>
                <w:szCs w:val="24"/>
              </w:rPr>
              <w:t>Warszawa 2002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1110E77E" w14:textId="77777777" w:rsidR="00BE5B13" w:rsidRPr="00C25BFA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 xml:space="preserve">Sztuka mówienia. Podstawy emisji głosu dla studentów pedagogiki i kierunków pokrewnych. 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Wyd. UR, </w:t>
            </w:r>
            <w:r>
              <w:rPr>
                <w:rFonts w:ascii="Corbel" w:hAnsi="Corbel"/>
                <w:sz w:val="24"/>
                <w:szCs w:val="24"/>
              </w:rPr>
              <w:t xml:space="preserve">Rzeszów </w:t>
            </w:r>
            <w:r w:rsidRPr="00C25BFA">
              <w:rPr>
                <w:rFonts w:ascii="Corbel" w:hAnsi="Corbel"/>
                <w:sz w:val="24"/>
                <w:szCs w:val="24"/>
              </w:rPr>
              <w:t>2015.</w:t>
            </w:r>
          </w:p>
          <w:p w14:paraId="508D8C03" w14:textId="77777777" w:rsidR="00BE5B13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6141349E" w14:textId="77777777" w:rsidR="00BE5B13" w:rsidRPr="00C25BFA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Przybysz-Piwko M.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Emisja głosu nauczyciela. Wybrane zagadnienia, </w:t>
            </w:r>
            <w:r>
              <w:rPr>
                <w:rFonts w:ascii="Corbel" w:hAnsi="Corbel"/>
                <w:sz w:val="24"/>
                <w:szCs w:val="24"/>
              </w:rPr>
              <w:t>Warszawa 2006.</w:t>
            </w:r>
          </w:p>
          <w:p w14:paraId="1D8C6FF6" w14:textId="77777777" w:rsidR="00BE5B13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>
              <w:rPr>
                <w:rFonts w:ascii="Corbel" w:hAnsi="Corbel"/>
                <w:sz w:val="24"/>
                <w:szCs w:val="24"/>
              </w:rPr>
              <w:t>. Wyd. „UNIVERSITAS”, Kraków 2019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2FAFECB0" w14:textId="77777777" w:rsidR="00BE5B13" w:rsidRPr="0056550E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56550E">
              <w:rPr>
                <w:rStyle w:val="wrtext"/>
                <w:rFonts w:ascii="Corbel" w:hAnsi="Corbel"/>
                <w:sz w:val="24"/>
                <w:szCs w:val="24"/>
              </w:rPr>
              <w:t xml:space="preserve">Toczyska B., </w:t>
            </w:r>
            <w:r w:rsidRPr="0056550E">
              <w:rPr>
                <w:rStyle w:val="wrtext"/>
                <w:rFonts w:ascii="Corbel" w:hAnsi="Corbel"/>
                <w:i/>
                <w:sz w:val="24"/>
                <w:szCs w:val="24"/>
              </w:rPr>
              <w:t>Elementarne ćwiczenia dykcji,</w:t>
            </w:r>
            <w:r w:rsidRPr="0056550E">
              <w:rPr>
                <w:rStyle w:val="wrtext"/>
                <w:rFonts w:ascii="Corbel" w:hAnsi="Corbel"/>
                <w:sz w:val="24"/>
                <w:szCs w:val="24"/>
              </w:rPr>
              <w:t xml:space="preserve"> Gdańsk 2000.</w:t>
            </w:r>
          </w:p>
          <w:p w14:paraId="7612C321" w14:textId="0B17D7E2" w:rsidR="007328D8" w:rsidRPr="00654B9E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wyd. muz. Polihymnia, Lublin 2012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F85A115" w14:textId="77777777" w:rsidR="00BE5B13" w:rsidRPr="008E432D" w:rsidRDefault="00BE5B13" w:rsidP="00BE5B1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481A527" w14:textId="77777777" w:rsidR="00BE5B13" w:rsidRPr="0018781E" w:rsidRDefault="00BE5B13" w:rsidP="00BE5B1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3CA9B331" w14:textId="77777777" w:rsidR="00BE5B13" w:rsidRDefault="00BE5B13" w:rsidP="00BE5B1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Rusinek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554C3977" w:rsidR="0018781E" w:rsidRPr="0018781E" w:rsidRDefault="00BE5B13" w:rsidP="00BE5B1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Toczyńska B.,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Łamańce z dedykacją, czyli makaka ma Kama, </w:t>
            </w:r>
            <w:r>
              <w:rPr>
                <w:rFonts w:ascii="Corbel" w:hAnsi="Corbel"/>
                <w:sz w:val="24"/>
                <w:szCs w:val="24"/>
              </w:rPr>
              <w:t>Gdańsk 2003.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87BC8" w14:textId="77777777" w:rsidR="00947F59" w:rsidRDefault="00947F59" w:rsidP="00C16ABF">
      <w:pPr>
        <w:spacing w:after="0" w:line="240" w:lineRule="auto"/>
      </w:pPr>
      <w:r>
        <w:separator/>
      </w:r>
    </w:p>
  </w:endnote>
  <w:endnote w:type="continuationSeparator" w:id="0">
    <w:p w14:paraId="4569A337" w14:textId="77777777" w:rsidR="00947F59" w:rsidRDefault="00947F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AC334" w14:textId="77777777" w:rsidR="00947F59" w:rsidRDefault="00947F59" w:rsidP="00C16ABF">
      <w:pPr>
        <w:spacing w:after="0" w:line="240" w:lineRule="auto"/>
      </w:pPr>
      <w:r>
        <w:separator/>
      </w:r>
    </w:p>
  </w:footnote>
  <w:footnote w:type="continuationSeparator" w:id="0">
    <w:p w14:paraId="0111DC98" w14:textId="77777777" w:rsidR="00947F59" w:rsidRDefault="00947F59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Pr="00F46C56" w:rsidRDefault="0030395F">
      <w:pPr>
        <w:pStyle w:val="Tekstprzypisudolnego"/>
        <w:rPr>
          <w:color w:val="FF0000"/>
        </w:rPr>
      </w:pPr>
      <w:r w:rsidRPr="00AB16D2">
        <w:rPr>
          <w:rStyle w:val="Odwoanieprzypisudolnego"/>
          <w:color w:val="000000" w:themeColor="text1"/>
        </w:rPr>
        <w:footnoteRef/>
      </w:r>
      <w:r w:rsidRPr="00AB16D2">
        <w:rPr>
          <w:color w:val="000000" w:themeColor="text1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75A70"/>
    <w:multiLevelType w:val="hybridMultilevel"/>
    <w:tmpl w:val="7D24384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E5CC1"/>
    <w:multiLevelType w:val="hybridMultilevel"/>
    <w:tmpl w:val="0990506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0"/>
  </w:num>
  <w:num w:numId="14">
    <w:abstractNumId w:val="2"/>
  </w:num>
  <w:num w:numId="15">
    <w:abstractNumId w:val="1"/>
  </w:num>
  <w:num w:numId="1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6CA"/>
    <w:rsid w:val="00022ECE"/>
    <w:rsid w:val="00042A51"/>
    <w:rsid w:val="00042D2E"/>
    <w:rsid w:val="00044C82"/>
    <w:rsid w:val="00063031"/>
    <w:rsid w:val="00070ED6"/>
    <w:rsid w:val="000742DC"/>
    <w:rsid w:val="00075A0A"/>
    <w:rsid w:val="00084C12"/>
    <w:rsid w:val="0009462C"/>
    <w:rsid w:val="00094B12"/>
    <w:rsid w:val="00096C46"/>
    <w:rsid w:val="00097ABF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271EF"/>
    <w:rsid w:val="00134B13"/>
    <w:rsid w:val="0014127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92F"/>
    <w:rsid w:val="0018781E"/>
    <w:rsid w:val="0019130B"/>
    <w:rsid w:val="00192F37"/>
    <w:rsid w:val="001A5B70"/>
    <w:rsid w:val="001A70D2"/>
    <w:rsid w:val="001D657B"/>
    <w:rsid w:val="001D7B54"/>
    <w:rsid w:val="001E0209"/>
    <w:rsid w:val="001E41B5"/>
    <w:rsid w:val="001F2CA2"/>
    <w:rsid w:val="00210340"/>
    <w:rsid w:val="002144C0"/>
    <w:rsid w:val="0022477D"/>
    <w:rsid w:val="002278A9"/>
    <w:rsid w:val="00232239"/>
    <w:rsid w:val="002336F9"/>
    <w:rsid w:val="0024028F"/>
    <w:rsid w:val="0024235E"/>
    <w:rsid w:val="00244ABC"/>
    <w:rsid w:val="00281FF2"/>
    <w:rsid w:val="00284CA4"/>
    <w:rsid w:val="002857DE"/>
    <w:rsid w:val="00291567"/>
    <w:rsid w:val="002A19EC"/>
    <w:rsid w:val="002A22BF"/>
    <w:rsid w:val="002A2389"/>
    <w:rsid w:val="002A671D"/>
    <w:rsid w:val="002B0C7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6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0C3"/>
    <w:rsid w:val="003D18A9"/>
    <w:rsid w:val="003D6CE2"/>
    <w:rsid w:val="003E14AA"/>
    <w:rsid w:val="003E1941"/>
    <w:rsid w:val="003E2FE6"/>
    <w:rsid w:val="003E49D5"/>
    <w:rsid w:val="003F317C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02E6"/>
    <w:rsid w:val="0045729E"/>
    <w:rsid w:val="0046125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365"/>
    <w:rsid w:val="004D5282"/>
    <w:rsid w:val="004E0F39"/>
    <w:rsid w:val="004E2B24"/>
    <w:rsid w:val="004E697D"/>
    <w:rsid w:val="004F1551"/>
    <w:rsid w:val="004F484A"/>
    <w:rsid w:val="004F55A3"/>
    <w:rsid w:val="0050496F"/>
    <w:rsid w:val="00513B6F"/>
    <w:rsid w:val="00517C63"/>
    <w:rsid w:val="00526C94"/>
    <w:rsid w:val="005363C4"/>
    <w:rsid w:val="00536BDE"/>
    <w:rsid w:val="00542E25"/>
    <w:rsid w:val="00543ACC"/>
    <w:rsid w:val="005640FF"/>
    <w:rsid w:val="0056696D"/>
    <w:rsid w:val="00573EF9"/>
    <w:rsid w:val="0059484D"/>
    <w:rsid w:val="005A0855"/>
    <w:rsid w:val="005A2664"/>
    <w:rsid w:val="005A3196"/>
    <w:rsid w:val="005A6A0C"/>
    <w:rsid w:val="005C080F"/>
    <w:rsid w:val="005C55E5"/>
    <w:rsid w:val="005C696A"/>
    <w:rsid w:val="005E2D52"/>
    <w:rsid w:val="005E34E6"/>
    <w:rsid w:val="005E6921"/>
    <w:rsid w:val="005E6E85"/>
    <w:rsid w:val="005F31D2"/>
    <w:rsid w:val="00605BF7"/>
    <w:rsid w:val="0061029B"/>
    <w:rsid w:val="0061490C"/>
    <w:rsid w:val="00617230"/>
    <w:rsid w:val="00621CE1"/>
    <w:rsid w:val="00627FC9"/>
    <w:rsid w:val="00647FA8"/>
    <w:rsid w:val="00650C5F"/>
    <w:rsid w:val="00654934"/>
    <w:rsid w:val="00654B9E"/>
    <w:rsid w:val="0065526A"/>
    <w:rsid w:val="006620D9"/>
    <w:rsid w:val="00671958"/>
    <w:rsid w:val="00675843"/>
    <w:rsid w:val="00696477"/>
    <w:rsid w:val="006B583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36B2E"/>
    <w:rsid w:val="00745302"/>
    <w:rsid w:val="007461D6"/>
    <w:rsid w:val="00746EC8"/>
    <w:rsid w:val="007541D3"/>
    <w:rsid w:val="00755B4E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5641"/>
    <w:rsid w:val="007F1652"/>
    <w:rsid w:val="007F4155"/>
    <w:rsid w:val="00814742"/>
    <w:rsid w:val="0081554D"/>
    <w:rsid w:val="0081707E"/>
    <w:rsid w:val="008449B3"/>
    <w:rsid w:val="0085052D"/>
    <w:rsid w:val="0085747A"/>
    <w:rsid w:val="00862732"/>
    <w:rsid w:val="008766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32D"/>
    <w:rsid w:val="008E5448"/>
    <w:rsid w:val="008E64F4"/>
    <w:rsid w:val="008F12C9"/>
    <w:rsid w:val="008F6E29"/>
    <w:rsid w:val="00916188"/>
    <w:rsid w:val="00923D7D"/>
    <w:rsid w:val="00947F59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1626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80C"/>
    <w:rsid w:val="00A53FA5"/>
    <w:rsid w:val="00A54817"/>
    <w:rsid w:val="00A601C8"/>
    <w:rsid w:val="00A60799"/>
    <w:rsid w:val="00A84C85"/>
    <w:rsid w:val="00A97DE1"/>
    <w:rsid w:val="00AB053C"/>
    <w:rsid w:val="00AB16D2"/>
    <w:rsid w:val="00AC58A3"/>
    <w:rsid w:val="00AD1146"/>
    <w:rsid w:val="00AD27D3"/>
    <w:rsid w:val="00AD32DD"/>
    <w:rsid w:val="00AD35CC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1BF"/>
    <w:rsid w:val="00B5570D"/>
    <w:rsid w:val="00B607DB"/>
    <w:rsid w:val="00B66529"/>
    <w:rsid w:val="00B66797"/>
    <w:rsid w:val="00B66E97"/>
    <w:rsid w:val="00B7543D"/>
    <w:rsid w:val="00B75946"/>
    <w:rsid w:val="00B8056E"/>
    <w:rsid w:val="00B819C8"/>
    <w:rsid w:val="00B82308"/>
    <w:rsid w:val="00B83D6A"/>
    <w:rsid w:val="00B90885"/>
    <w:rsid w:val="00BB520A"/>
    <w:rsid w:val="00BB76CA"/>
    <w:rsid w:val="00BD3869"/>
    <w:rsid w:val="00BD66E9"/>
    <w:rsid w:val="00BD6FF4"/>
    <w:rsid w:val="00BE5B13"/>
    <w:rsid w:val="00BF2C41"/>
    <w:rsid w:val="00C058B4"/>
    <w:rsid w:val="00C05F44"/>
    <w:rsid w:val="00C131B5"/>
    <w:rsid w:val="00C16ABF"/>
    <w:rsid w:val="00C170AE"/>
    <w:rsid w:val="00C25BFA"/>
    <w:rsid w:val="00C26CB7"/>
    <w:rsid w:val="00C324C1"/>
    <w:rsid w:val="00C36992"/>
    <w:rsid w:val="00C56036"/>
    <w:rsid w:val="00C61DC5"/>
    <w:rsid w:val="00C67E92"/>
    <w:rsid w:val="00C70770"/>
    <w:rsid w:val="00C70A26"/>
    <w:rsid w:val="00C766DF"/>
    <w:rsid w:val="00C86A68"/>
    <w:rsid w:val="00C906EE"/>
    <w:rsid w:val="00C94B98"/>
    <w:rsid w:val="00CA2B96"/>
    <w:rsid w:val="00CA5089"/>
    <w:rsid w:val="00CB1638"/>
    <w:rsid w:val="00CB346B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74479"/>
    <w:rsid w:val="00D8075B"/>
    <w:rsid w:val="00D8456C"/>
    <w:rsid w:val="00D8678B"/>
    <w:rsid w:val="00DA2114"/>
    <w:rsid w:val="00DC49AA"/>
    <w:rsid w:val="00DE09C0"/>
    <w:rsid w:val="00DE4A14"/>
    <w:rsid w:val="00DF320D"/>
    <w:rsid w:val="00DF71C8"/>
    <w:rsid w:val="00E129B8"/>
    <w:rsid w:val="00E13EB5"/>
    <w:rsid w:val="00E21E7D"/>
    <w:rsid w:val="00E22FBC"/>
    <w:rsid w:val="00E24BF5"/>
    <w:rsid w:val="00E25338"/>
    <w:rsid w:val="00E478EA"/>
    <w:rsid w:val="00E51E44"/>
    <w:rsid w:val="00E574C3"/>
    <w:rsid w:val="00E63348"/>
    <w:rsid w:val="00E63FE4"/>
    <w:rsid w:val="00E72088"/>
    <w:rsid w:val="00E77E88"/>
    <w:rsid w:val="00E8107D"/>
    <w:rsid w:val="00E86D3F"/>
    <w:rsid w:val="00E960BB"/>
    <w:rsid w:val="00EA2074"/>
    <w:rsid w:val="00EA4832"/>
    <w:rsid w:val="00EA4E9D"/>
    <w:rsid w:val="00EB392F"/>
    <w:rsid w:val="00EC4899"/>
    <w:rsid w:val="00ED03AB"/>
    <w:rsid w:val="00ED2AD3"/>
    <w:rsid w:val="00ED32D2"/>
    <w:rsid w:val="00ED47CF"/>
    <w:rsid w:val="00ED538B"/>
    <w:rsid w:val="00EE32DE"/>
    <w:rsid w:val="00EE5457"/>
    <w:rsid w:val="00F070AB"/>
    <w:rsid w:val="00F17567"/>
    <w:rsid w:val="00F27A7B"/>
    <w:rsid w:val="00F3370B"/>
    <w:rsid w:val="00F46C56"/>
    <w:rsid w:val="00F526AF"/>
    <w:rsid w:val="00F617C3"/>
    <w:rsid w:val="00F62AFF"/>
    <w:rsid w:val="00F7066B"/>
    <w:rsid w:val="00F83B28"/>
    <w:rsid w:val="00F9144E"/>
    <w:rsid w:val="00FA395B"/>
    <w:rsid w:val="00FA46E5"/>
    <w:rsid w:val="00FB7DBA"/>
    <w:rsid w:val="00FC1C25"/>
    <w:rsid w:val="00FC1E2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AEB274AD-CD88-4A17-8F1D-80EE23666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BE5B13"/>
  </w:style>
  <w:style w:type="character" w:styleId="Odwoaniedokomentarza">
    <w:name w:val="annotation reference"/>
    <w:basedOn w:val="Domylnaczcionkaakapitu"/>
    <w:uiPriority w:val="99"/>
    <w:semiHidden/>
    <w:unhideWhenUsed/>
    <w:rsid w:val="00F46C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C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C5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C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C5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4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E52DE-A070-4D02-BC43-88B323720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919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2020-10-13T08:08:00Z</cp:lastPrinted>
  <dcterms:created xsi:type="dcterms:W3CDTF">2024-09-20T06:41:00Z</dcterms:created>
  <dcterms:modified xsi:type="dcterms:W3CDTF">2024-09-25T10:32:00Z</dcterms:modified>
</cp:coreProperties>
</file>